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44B" w:rsidRPr="00A07BDB" w:rsidRDefault="0042344B" w:rsidP="004A7578">
      <w:pPr>
        <w:spacing w:before="120"/>
        <w:rPr>
          <w:rFonts w:ascii="Arial" w:hAnsi="Arial" w:cs="Arial"/>
          <w:iCs/>
          <w:color w:val="0000FF"/>
          <w:sz w:val="22"/>
          <w:szCs w:val="22"/>
        </w:rPr>
      </w:pPr>
      <w:r w:rsidRPr="007337A4">
        <w:rPr>
          <w:rFonts w:ascii="Arial" w:hAnsi="Arial" w:cs="Arial"/>
          <w:b/>
          <w:iCs/>
          <w:color w:val="0000FF"/>
          <w:sz w:val="22"/>
          <w:szCs w:val="22"/>
        </w:rPr>
        <w:t>Wzór A</w:t>
      </w:r>
      <w:r>
        <w:rPr>
          <w:rFonts w:ascii="Arial" w:hAnsi="Arial" w:cs="Arial"/>
          <w:b/>
          <w:iCs/>
          <w:color w:val="0000FF"/>
          <w:sz w:val="22"/>
          <w:szCs w:val="22"/>
        </w:rPr>
        <w:t xml:space="preserve"> </w:t>
      </w:r>
      <w:r w:rsidRPr="00A07BDB">
        <w:rPr>
          <w:rFonts w:ascii="Arial" w:hAnsi="Arial" w:cs="Arial"/>
          <w:iCs/>
          <w:color w:val="0000FF"/>
          <w:sz w:val="22"/>
          <w:szCs w:val="22"/>
        </w:rPr>
        <w:t>(źródło: www.uokik.gov.pl)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  <w:t>Miejscowość, data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(pełna nazwa i adres siedziby przedsiębiorcy)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Oznaczenie imienia, nazwiska i adresu konsumenta</w:t>
      </w: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Pr="00A50DD5" w:rsidRDefault="0042344B" w:rsidP="004A7578">
      <w:pPr>
        <w:spacing w:before="120"/>
        <w:jc w:val="center"/>
        <w:rPr>
          <w:rFonts w:ascii="Arial" w:hAnsi="Arial" w:cs="Arial"/>
          <w:b/>
          <w:iCs/>
          <w:sz w:val="22"/>
          <w:szCs w:val="22"/>
        </w:rPr>
      </w:pPr>
      <w:r w:rsidRPr="00A50DD5">
        <w:rPr>
          <w:rFonts w:ascii="Arial" w:hAnsi="Arial" w:cs="Arial"/>
          <w:b/>
          <w:iCs/>
          <w:sz w:val="22"/>
          <w:szCs w:val="22"/>
        </w:rPr>
        <w:t>Reklamacja</w:t>
      </w: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Niniejszym zawiadamiam, iż zakupiony przeze mnie w dniu …… towar jest niezgodny z umową. Niezgodność polega na ………………… Niezgodność została stwierdzona w dniu ……………………….. Z uwagi na powyższe żądam, na podstawie art. 8 ust. 1 w zw. z art. 4 </w:t>
      </w:r>
      <w:r w:rsidRPr="00A6635B">
        <w:rPr>
          <w:rFonts w:ascii="Arial" w:hAnsi="Arial" w:cs="Arial"/>
          <w:i/>
          <w:iCs/>
          <w:sz w:val="22"/>
          <w:szCs w:val="22"/>
        </w:rPr>
        <w:t>Ustawy z dnia 27 lipca 2002 r. o szczególnych warunkach sprzedaży konsumenckiej oraz o zmianie kodeksu cywilnego</w:t>
      </w:r>
      <w:r>
        <w:rPr>
          <w:rFonts w:ascii="Arial" w:hAnsi="Arial" w:cs="Arial"/>
          <w:i/>
          <w:iCs/>
          <w:sz w:val="22"/>
          <w:szCs w:val="22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doprowadzenia towaru do stanu zgodnego z umową przez wymianę towaru na nowy.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 załączeniu składam kopię paragonu.</w:t>
      </w:r>
    </w:p>
    <w:p w:rsidR="0042344B" w:rsidRDefault="0042344B" w:rsidP="004A7578">
      <w:pPr>
        <w:spacing w:before="120"/>
        <w:ind w:left="709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ind w:left="709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ind w:left="709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 poważaniem</w:t>
      </w:r>
    </w:p>
    <w:p w:rsidR="0042344B" w:rsidRDefault="0042344B" w:rsidP="004A7578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Pr="00A07BDB" w:rsidRDefault="0042344B" w:rsidP="00A07BDB">
      <w:pPr>
        <w:spacing w:before="120"/>
        <w:rPr>
          <w:rFonts w:ascii="Arial" w:hAnsi="Arial" w:cs="Arial"/>
          <w:iCs/>
          <w:color w:val="0000FF"/>
          <w:sz w:val="22"/>
          <w:szCs w:val="22"/>
        </w:rPr>
      </w:pPr>
      <w:r>
        <w:rPr>
          <w:rFonts w:ascii="Arial" w:hAnsi="Arial" w:cs="Arial"/>
          <w:b/>
          <w:iCs/>
          <w:color w:val="0070C0"/>
          <w:sz w:val="22"/>
          <w:szCs w:val="22"/>
        </w:rPr>
        <w:t xml:space="preserve">Wzór B </w:t>
      </w:r>
      <w:r w:rsidRPr="00A07BDB">
        <w:rPr>
          <w:rFonts w:ascii="Arial" w:hAnsi="Arial" w:cs="Arial"/>
          <w:iCs/>
          <w:color w:val="0000FF"/>
          <w:sz w:val="22"/>
          <w:szCs w:val="22"/>
        </w:rPr>
        <w:t>(źródło: www.uokik.gov.pl)</w:t>
      </w:r>
    </w:p>
    <w:p w:rsidR="0042344B" w:rsidRDefault="0042344B" w:rsidP="004A7578">
      <w:pPr>
        <w:spacing w:before="120"/>
        <w:rPr>
          <w:rFonts w:ascii="Arial" w:hAnsi="Arial" w:cs="Arial"/>
          <w:b/>
          <w:iCs/>
          <w:color w:val="0070C0"/>
          <w:sz w:val="22"/>
          <w:szCs w:val="22"/>
        </w:rPr>
      </w:pPr>
    </w:p>
    <w:p w:rsidR="0042344B" w:rsidRDefault="0042344B" w:rsidP="004A7578">
      <w:pPr>
        <w:spacing w:before="120"/>
        <w:rPr>
          <w:rFonts w:ascii="Arial" w:hAnsi="Arial" w:cs="Arial"/>
          <w:b/>
          <w:iCs/>
          <w:sz w:val="22"/>
          <w:szCs w:val="22"/>
        </w:rPr>
      </w:pPr>
    </w:p>
    <w:p w:rsidR="0042344B" w:rsidRDefault="0042344B" w:rsidP="004A7578">
      <w:pPr>
        <w:spacing w:before="120"/>
        <w:jc w:val="righ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Miejscowość, data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(pełna nazwa i adres siedziby przedsiębiorcy)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Oznaczenie imienia, nazwiska i adresu konsumenta</w:t>
      </w: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Reklamacja</w:t>
      </w:r>
    </w:p>
    <w:p w:rsidR="0042344B" w:rsidRDefault="0042344B" w:rsidP="004A7578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Niniejszym zawiadamiam, iż zakupiony przeze mnie w dniu …… towar jest niezgodny z umową. Niezgodność polega na ………………… Niezgodność została stwierdzona w dniu ……………………….. Z uwagi na powyższe żądam, na podstawie art. 8 ust. 1 w zw. z art. 4 </w:t>
      </w:r>
      <w:r w:rsidRPr="00A6635B">
        <w:rPr>
          <w:rFonts w:ascii="Arial" w:hAnsi="Arial" w:cs="Arial"/>
          <w:i/>
          <w:iCs/>
          <w:sz w:val="22"/>
          <w:szCs w:val="22"/>
        </w:rPr>
        <w:t>Ustawy z dnia 27 lipca 2002 r. o szczególnych warunkach sprzedaży konsumenckiej oraz o zmianie kodeksu cywilnego</w:t>
      </w:r>
      <w:r>
        <w:rPr>
          <w:rFonts w:ascii="Arial" w:hAnsi="Arial" w:cs="Arial"/>
          <w:iCs/>
          <w:sz w:val="22"/>
          <w:szCs w:val="22"/>
        </w:rPr>
        <w:t>, doprowadzenia towaru do stanu zgodnego z umową przez nieodpłatną naprawę towaru.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 załączeniu składam kopię paragonu.</w:t>
      </w: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4A7578">
      <w:pPr>
        <w:spacing w:before="120"/>
        <w:ind w:left="709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 poważaniem</w:t>
      </w:r>
    </w:p>
    <w:p w:rsidR="0042344B" w:rsidRDefault="0042344B" w:rsidP="004A7578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Pr="00A07BDB" w:rsidRDefault="0042344B" w:rsidP="00A07BDB">
      <w:pPr>
        <w:spacing w:before="120"/>
        <w:rPr>
          <w:rFonts w:ascii="Arial" w:hAnsi="Arial" w:cs="Arial"/>
          <w:iCs/>
          <w:color w:val="0000FF"/>
          <w:sz w:val="22"/>
          <w:szCs w:val="22"/>
        </w:rPr>
      </w:pPr>
      <w:r>
        <w:rPr>
          <w:rFonts w:ascii="Arial" w:hAnsi="Arial" w:cs="Arial"/>
          <w:b/>
          <w:iCs/>
          <w:color w:val="0070C0"/>
          <w:sz w:val="22"/>
          <w:szCs w:val="22"/>
        </w:rPr>
        <w:t xml:space="preserve">Wzór C </w:t>
      </w:r>
      <w:r w:rsidRPr="00A07BDB">
        <w:rPr>
          <w:rFonts w:ascii="Arial" w:hAnsi="Arial" w:cs="Arial"/>
          <w:iCs/>
          <w:color w:val="0000FF"/>
          <w:sz w:val="22"/>
          <w:szCs w:val="22"/>
        </w:rPr>
        <w:t>(źródło: www.uokik.gov.pl)</w:t>
      </w:r>
    </w:p>
    <w:p w:rsidR="0042344B" w:rsidRDefault="0042344B" w:rsidP="00FF4F51">
      <w:pPr>
        <w:rPr>
          <w:rFonts w:ascii="Arial" w:hAnsi="Arial" w:cs="Arial"/>
          <w:b/>
          <w:iCs/>
          <w:color w:val="0070C0"/>
          <w:sz w:val="22"/>
          <w:szCs w:val="22"/>
        </w:rPr>
      </w:pPr>
    </w:p>
    <w:p w:rsidR="0042344B" w:rsidRDefault="0042344B" w:rsidP="00FF4F51">
      <w:pPr>
        <w:rPr>
          <w:rFonts w:ascii="Arial" w:hAnsi="Arial" w:cs="Arial"/>
          <w:iCs/>
          <w:sz w:val="22"/>
          <w:szCs w:val="22"/>
        </w:rPr>
      </w:pPr>
    </w:p>
    <w:p w:rsidR="0042344B" w:rsidRDefault="0042344B" w:rsidP="00A07BDB">
      <w:pPr>
        <w:spacing w:before="120"/>
        <w:jc w:val="right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iCs/>
          <w:sz w:val="22"/>
          <w:szCs w:val="22"/>
        </w:rPr>
        <w:t>Miejscowość, data</w:t>
      </w: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</w:t>
      </w: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(pełna nazwa i adres siedziby przedsiębiorcy)</w:t>
      </w: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FF4F51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Oznaczenie imienia, nazwiska i adresu konsumenta</w:t>
      </w:r>
    </w:p>
    <w:p w:rsidR="0042344B" w:rsidRDefault="0042344B" w:rsidP="00FF4F51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FF4F51">
      <w:pPr>
        <w:spacing w:before="120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Reklamacja</w:t>
      </w:r>
    </w:p>
    <w:p w:rsidR="0042344B" w:rsidRDefault="0042344B" w:rsidP="00FF4F51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Niniejszym zawiadamiam, iż zakupiony przeze mnie w dniu ……..… towar jest niezgodny z umową. Niezgodność polega na ………………… Niezgodność została stwierdzona w dniu ……………………….. Charakter podanej niezgodności wskazuje, że naprawa i wymiana towaru są niemożliwe, a dodatkowo, że niezgodność towaru z umową jest istotna. Z uwagi na powyższe, na podstawie art. 8 ust. 4 w zw. z art. 4 </w:t>
      </w:r>
      <w:r w:rsidRPr="00A6635B">
        <w:rPr>
          <w:rFonts w:ascii="Arial" w:hAnsi="Arial" w:cs="Arial"/>
          <w:i/>
          <w:iCs/>
          <w:sz w:val="22"/>
          <w:szCs w:val="22"/>
        </w:rPr>
        <w:t>Ustawy z dnia 27 lipca 2002 r. o szczególnych warunkach sprzedaży konsumenckiej oraz o zmianie kodeksu cywilnego</w:t>
      </w:r>
      <w:r>
        <w:rPr>
          <w:rFonts w:ascii="Arial" w:hAnsi="Arial" w:cs="Arial"/>
          <w:iCs/>
          <w:sz w:val="22"/>
          <w:szCs w:val="22"/>
        </w:rPr>
        <w:t>, odstępuję od umowy sprzedaży. Zwracam zakupiony towar i proszę o zwrot kwoty będącej ceną towaru na konto …………. w terminie 7 dni od dnia doręczenia niniejszego pisma.</w:t>
      </w: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 załączeniu składam kopię paragonu.</w:t>
      </w: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FF4F51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FF4F51">
      <w:pPr>
        <w:spacing w:before="120"/>
        <w:ind w:left="709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 poważaniem</w:t>
      </w:r>
    </w:p>
    <w:p w:rsidR="0042344B" w:rsidRDefault="0042344B" w:rsidP="00FF4F51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Default="0042344B"/>
    <w:p w:rsidR="0042344B" w:rsidRPr="00A07BDB" w:rsidRDefault="0042344B" w:rsidP="00A07BDB">
      <w:pPr>
        <w:spacing w:before="120"/>
        <w:rPr>
          <w:rFonts w:ascii="Arial" w:hAnsi="Arial" w:cs="Arial"/>
          <w:iCs/>
          <w:color w:val="0000FF"/>
          <w:sz w:val="22"/>
          <w:szCs w:val="22"/>
        </w:rPr>
      </w:pPr>
      <w:r>
        <w:rPr>
          <w:rFonts w:ascii="Arial" w:hAnsi="Arial" w:cs="Arial"/>
          <w:b/>
          <w:iCs/>
          <w:color w:val="0070C0"/>
          <w:sz w:val="22"/>
          <w:szCs w:val="22"/>
        </w:rPr>
        <w:t xml:space="preserve">Wzór D </w:t>
      </w:r>
      <w:r w:rsidRPr="00A07BDB">
        <w:rPr>
          <w:rFonts w:ascii="Arial" w:hAnsi="Arial" w:cs="Arial"/>
          <w:iCs/>
          <w:color w:val="0000FF"/>
          <w:sz w:val="22"/>
          <w:szCs w:val="22"/>
        </w:rPr>
        <w:t>(źródło: www.uokik.gov.pl)</w:t>
      </w:r>
    </w:p>
    <w:p w:rsidR="0042344B" w:rsidRDefault="0042344B" w:rsidP="00CA5BCE">
      <w:pPr>
        <w:rPr>
          <w:rFonts w:ascii="Arial" w:hAnsi="Arial" w:cs="Arial"/>
          <w:b/>
          <w:iCs/>
          <w:color w:val="0070C0"/>
          <w:sz w:val="22"/>
          <w:szCs w:val="22"/>
        </w:rPr>
      </w:pPr>
    </w:p>
    <w:p w:rsidR="0042344B" w:rsidRDefault="0042344B" w:rsidP="00CA5BCE">
      <w:pPr>
        <w:rPr>
          <w:rFonts w:ascii="Arial" w:hAnsi="Arial" w:cs="Arial"/>
          <w:iCs/>
          <w:sz w:val="22"/>
          <w:szCs w:val="22"/>
        </w:rPr>
      </w:pPr>
    </w:p>
    <w:p w:rsidR="0042344B" w:rsidRDefault="0042344B" w:rsidP="00A07BDB">
      <w:pPr>
        <w:spacing w:before="120"/>
        <w:jc w:val="righ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Miejscowość, data</w:t>
      </w: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</w:t>
      </w: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(pełna nazwa i adres siedziby przedsiębiorcy)</w:t>
      </w: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CA5BCE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Oznaczenie imienia, nazwiska i adresu konsumenta</w:t>
      </w:r>
    </w:p>
    <w:p w:rsidR="0042344B" w:rsidRDefault="0042344B" w:rsidP="00CA5BCE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CA5BCE">
      <w:pPr>
        <w:spacing w:before="120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Reklamacja</w:t>
      </w:r>
    </w:p>
    <w:p w:rsidR="0042344B" w:rsidRDefault="0042344B" w:rsidP="00CA5BCE">
      <w:pPr>
        <w:spacing w:before="120"/>
        <w:jc w:val="center"/>
        <w:rPr>
          <w:rFonts w:ascii="Arial" w:hAnsi="Arial" w:cs="Arial"/>
          <w:iCs/>
          <w:sz w:val="22"/>
          <w:szCs w:val="22"/>
        </w:rPr>
      </w:pP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Niniejszym zawiadamiam, iż zakupiony przeze mnie w dniu …… towar jest niezgodny z umową. Niezgodność polega na ………………… Niezgodność została stwierdzona w dniu ……………………….. Charakter wskazanej niezgodności powoduje, że naprawa i wymiana towaru narażałaby mnie na znaczne niedogodności polegające na …………… . Z uwagi na powyższe, na podstawie art. 8 ust. 4 w zw. z art. 4 </w:t>
      </w:r>
      <w:r w:rsidRPr="00A6635B">
        <w:rPr>
          <w:rFonts w:ascii="Arial" w:hAnsi="Arial" w:cs="Arial"/>
          <w:i/>
          <w:iCs/>
          <w:sz w:val="22"/>
          <w:szCs w:val="22"/>
        </w:rPr>
        <w:t>Ustawy z dnia 27 lipca 2002 r. o szczególnych warunkach sprzedaży konsumenckiej oraz o zmianie kodeksu cywilnego</w:t>
      </w:r>
      <w:r>
        <w:rPr>
          <w:rFonts w:ascii="Arial" w:hAnsi="Arial" w:cs="Arial"/>
          <w:iCs/>
          <w:sz w:val="22"/>
          <w:szCs w:val="22"/>
        </w:rPr>
        <w:t>, żądam obniżenia ceny towaru o kwotę ……….. (słownie: ………) zł, która stanowi różnicę pomiędzy ceną towaru zgodnego z umową i ceną towaru, który charakteryzuje się wskazaną powyżej niezgodnością. Proszę o zwrot podanej kwoty na konto …………../przekazem pocztowym na mój adres, w terminie 7 dni od dnia doręczenia niniejszego pisma.</w:t>
      </w: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 załączeniu składam kopię paragonu.</w:t>
      </w: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CA5BCE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</w:p>
    <w:p w:rsidR="0042344B" w:rsidRDefault="0042344B" w:rsidP="00CA5BCE">
      <w:pPr>
        <w:spacing w:before="120"/>
        <w:ind w:left="709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 poważaniem</w:t>
      </w:r>
    </w:p>
    <w:p w:rsidR="0042344B" w:rsidRDefault="0042344B" w:rsidP="00CA5BCE"/>
    <w:p w:rsidR="0042344B" w:rsidRDefault="0042344B"/>
    <w:sectPr w:rsidR="0042344B" w:rsidSect="00256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A4D"/>
    <w:rsid w:val="00256DAA"/>
    <w:rsid w:val="0027134D"/>
    <w:rsid w:val="0042344B"/>
    <w:rsid w:val="004A7578"/>
    <w:rsid w:val="004F0A4D"/>
    <w:rsid w:val="007337A4"/>
    <w:rsid w:val="009A799C"/>
    <w:rsid w:val="00A07BDB"/>
    <w:rsid w:val="00A50DD5"/>
    <w:rsid w:val="00A6635B"/>
    <w:rsid w:val="00CA5BCE"/>
    <w:rsid w:val="00FE21FD"/>
    <w:rsid w:val="00FF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77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469</Words>
  <Characters>2816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ola</cp:lastModifiedBy>
  <cp:revision>7</cp:revision>
  <dcterms:created xsi:type="dcterms:W3CDTF">2013-05-13T09:28:00Z</dcterms:created>
  <dcterms:modified xsi:type="dcterms:W3CDTF">2013-06-02T08:52:00Z</dcterms:modified>
</cp:coreProperties>
</file>