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1034" w:rsidRPr="0078305A" w:rsidRDefault="00AB1034" w:rsidP="00BA65DD">
      <w:pPr>
        <w:pStyle w:val="Heading1"/>
      </w:pPr>
      <w:r>
        <w:t>Załącznik 6</w:t>
      </w:r>
    </w:p>
    <w:p w:rsidR="00AB1034" w:rsidRPr="00BA65DD" w:rsidRDefault="00AB1034" w:rsidP="00BA65DD">
      <w:pPr>
        <w:rPr>
          <w:b/>
          <w:sz w:val="28"/>
          <w:szCs w:val="28"/>
        </w:rPr>
      </w:pPr>
      <w:r w:rsidRPr="00BA65DD">
        <w:rPr>
          <w:b/>
          <w:sz w:val="28"/>
          <w:szCs w:val="28"/>
        </w:rPr>
        <w:t xml:space="preserve">Przykładowy </w:t>
      </w:r>
      <w:r w:rsidRPr="00BA65DD">
        <w:rPr>
          <w:b/>
          <w:i/>
          <w:sz w:val="28"/>
          <w:szCs w:val="28"/>
        </w:rPr>
        <w:t>cash flow</w:t>
      </w:r>
      <w:r w:rsidRPr="00BA65DD">
        <w:rPr>
          <w:b/>
          <w:sz w:val="28"/>
          <w:szCs w:val="28"/>
        </w:rPr>
        <w:t xml:space="preserve"> przedsiębiorstwa </w:t>
      </w:r>
    </w:p>
    <w:p w:rsidR="00AB1034" w:rsidRDefault="00AB1034">
      <w:bookmarkStart w:id="0" w:name="_GoBack"/>
      <w:bookmarkEnd w:id="0"/>
    </w:p>
    <w:tbl>
      <w:tblPr>
        <w:tblW w:w="8480" w:type="dxa"/>
        <w:tblInd w:w="55" w:type="dxa"/>
        <w:tblCellMar>
          <w:left w:w="70" w:type="dxa"/>
          <w:right w:w="70" w:type="dxa"/>
        </w:tblCellMar>
        <w:tblLook w:val="00A0"/>
      </w:tblPr>
      <w:tblGrid>
        <w:gridCol w:w="1760"/>
        <w:gridCol w:w="1360"/>
        <w:gridCol w:w="1360"/>
        <w:gridCol w:w="1380"/>
        <w:gridCol w:w="1380"/>
        <w:gridCol w:w="1240"/>
      </w:tblGrid>
      <w:tr w:rsidR="00AB1034" w:rsidRPr="00F07264" w:rsidTr="00865852">
        <w:trPr>
          <w:trHeight w:val="300"/>
        </w:trPr>
        <w:tc>
          <w:tcPr>
            <w:tcW w:w="8480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:rsidR="00AB1034" w:rsidRPr="00865852" w:rsidRDefault="00AB1034" w:rsidP="00865852">
            <w:pPr>
              <w:spacing w:after="0" w:line="240" w:lineRule="auto"/>
              <w:rPr>
                <w:rFonts w:ascii="Arial" w:hAnsi="Arial" w:cs="Arial"/>
                <w:i/>
                <w:iCs/>
                <w:sz w:val="24"/>
                <w:szCs w:val="24"/>
                <w:lang w:eastAsia="pl-PL"/>
              </w:rPr>
            </w:pPr>
            <w:r w:rsidRPr="00865852">
              <w:rPr>
                <w:rFonts w:ascii="Arial" w:hAnsi="Arial" w:cs="Arial"/>
                <w:i/>
                <w:iCs/>
                <w:sz w:val="24"/>
                <w:szCs w:val="24"/>
                <w:lang w:eastAsia="pl-PL"/>
              </w:rPr>
              <w:t>Przepływy operacyjne</w:t>
            </w:r>
          </w:p>
        </w:tc>
      </w:tr>
      <w:tr w:rsidR="00AB1034" w:rsidRPr="00F07264" w:rsidTr="00865852">
        <w:trPr>
          <w:trHeight w:val="330"/>
        </w:trPr>
        <w:tc>
          <w:tcPr>
            <w:tcW w:w="84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000000"/>
            <w:vAlign w:val="bottom"/>
          </w:tcPr>
          <w:p w:rsidR="00AB1034" w:rsidRPr="00865852" w:rsidRDefault="00AB1034" w:rsidP="00865852">
            <w:pPr>
              <w:spacing w:after="0" w:line="240" w:lineRule="auto"/>
              <w:rPr>
                <w:rFonts w:ascii="Arial" w:hAnsi="Arial" w:cs="Arial"/>
                <w:b/>
                <w:bCs/>
                <w:color w:val="FFFFFF"/>
                <w:sz w:val="26"/>
                <w:szCs w:val="26"/>
                <w:lang w:eastAsia="pl-PL"/>
              </w:rPr>
            </w:pPr>
            <w:r w:rsidRPr="00865852">
              <w:rPr>
                <w:rFonts w:ascii="Arial" w:hAnsi="Arial" w:cs="Arial"/>
                <w:b/>
                <w:bCs/>
                <w:color w:val="FFFFFF"/>
                <w:sz w:val="26"/>
                <w:szCs w:val="26"/>
                <w:lang w:eastAsia="pl-PL"/>
              </w:rPr>
              <w:t>WOJEWÓDZKI SZPITAL SPECJALISTYCZNY im. Janusza Korczaka</w:t>
            </w:r>
          </w:p>
        </w:tc>
      </w:tr>
      <w:tr w:rsidR="00AB1034" w:rsidRPr="00F07264" w:rsidTr="00865852">
        <w:trPr>
          <w:trHeight w:val="255"/>
        </w:trPr>
        <w:tc>
          <w:tcPr>
            <w:tcW w:w="1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bottom"/>
          </w:tcPr>
          <w:p w:rsidR="00AB1034" w:rsidRPr="00865852" w:rsidRDefault="00AB1034" w:rsidP="00865852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865852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Ulica:</w:t>
            </w:r>
          </w:p>
        </w:tc>
        <w:tc>
          <w:tcPr>
            <w:tcW w:w="27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AB1034" w:rsidRPr="00865852" w:rsidRDefault="00AB1034" w:rsidP="0086585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65852">
              <w:rPr>
                <w:rFonts w:ascii="Arial" w:hAnsi="Arial" w:cs="Arial"/>
                <w:sz w:val="20"/>
                <w:szCs w:val="20"/>
                <w:lang w:eastAsia="pl-PL"/>
              </w:rPr>
              <w:t>Lotha 26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bottom"/>
          </w:tcPr>
          <w:p w:rsidR="00AB1034" w:rsidRPr="00865852" w:rsidRDefault="00AB1034" w:rsidP="00865852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865852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KRS:</w:t>
            </w:r>
          </w:p>
        </w:tc>
        <w:tc>
          <w:tcPr>
            <w:tcW w:w="26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AB1034" w:rsidRPr="00865852" w:rsidRDefault="00AB1034" w:rsidP="00865852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65852">
              <w:rPr>
                <w:rFonts w:ascii="Arial" w:hAnsi="Arial" w:cs="Arial"/>
                <w:sz w:val="20"/>
                <w:szCs w:val="20"/>
                <w:lang w:eastAsia="pl-PL"/>
              </w:rPr>
              <w:t>30741</w:t>
            </w:r>
          </w:p>
        </w:tc>
      </w:tr>
      <w:tr w:rsidR="00AB1034" w:rsidRPr="00F07264" w:rsidTr="00865852">
        <w:trPr>
          <w:trHeight w:val="255"/>
        </w:trPr>
        <w:tc>
          <w:tcPr>
            <w:tcW w:w="1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bottom"/>
          </w:tcPr>
          <w:p w:rsidR="00AB1034" w:rsidRPr="00865852" w:rsidRDefault="00AB1034" w:rsidP="00865852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865852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Kod:</w:t>
            </w:r>
          </w:p>
        </w:tc>
        <w:tc>
          <w:tcPr>
            <w:tcW w:w="27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AB1034" w:rsidRPr="00865852" w:rsidRDefault="00AB1034" w:rsidP="0086585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65852">
              <w:rPr>
                <w:rFonts w:ascii="Arial" w:hAnsi="Arial" w:cs="Arial"/>
                <w:sz w:val="20"/>
                <w:szCs w:val="20"/>
                <w:lang w:eastAsia="pl-PL"/>
              </w:rPr>
              <w:t>76-200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bottom"/>
          </w:tcPr>
          <w:p w:rsidR="00AB1034" w:rsidRPr="00865852" w:rsidRDefault="00AB1034" w:rsidP="00865852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865852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REGON:</w:t>
            </w:r>
          </w:p>
        </w:tc>
        <w:tc>
          <w:tcPr>
            <w:tcW w:w="26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AB1034" w:rsidRPr="00865852" w:rsidRDefault="00AB1034" w:rsidP="00865852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65852">
              <w:rPr>
                <w:rFonts w:ascii="Arial" w:hAnsi="Arial" w:cs="Arial"/>
                <w:sz w:val="20"/>
                <w:szCs w:val="20"/>
                <w:lang w:eastAsia="pl-PL"/>
              </w:rPr>
              <w:t>770901511</w:t>
            </w:r>
          </w:p>
        </w:tc>
      </w:tr>
      <w:tr w:rsidR="00AB1034" w:rsidRPr="00F07264" w:rsidTr="00865852">
        <w:trPr>
          <w:trHeight w:val="255"/>
        </w:trPr>
        <w:tc>
          <w:tcPr>
            <w:tcW w:w="1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bottom"/>
          </w:tcPr>
          <w:p w:rsidR="00AB1034" w:rsidRPr="00865852" w:rsidRDefault="00AB1034" w:rsidP="00865852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865852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Miejsowość:</w:t>
            </w:r>
          </w:p>
        </w:tc>
        <w:tc>
          <w:tcPr>
            <w:tcW w:w="27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AB1034" w:rsidRPr="00865852" w:rsidRDefault="00AB1034" w:rsidP="0086585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65852">
              <w:rPr>
                <w:rFonts w:ascii="Arial" w:hAnsi="Arial" w:cs="Arial"/>
                <w:sz w:val="20"/>
                <w:szCs w:val="20"/>
                <w:lang w:eastAsia="pl-PL"/>
              </w:rPr>
              <w:t>Słupsk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bottom"/>
          </w:tcPr>
          <w:p w:rsidR="00AB1034" w:rsidRPr="00865852" w:rsidRDefault="00AB1034" w:rsidP="00865852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865852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PKD/EKD:</w:t>
            </w:r>
          </w:p>
        </w:tc>
        <w:tc>
          <w:tcPr>
            <w:tcW w:w="26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AB1034" w:rsidRPr="00865852" w:rsidRDefault="00AB1034" w:rsidP="0086585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65852">
              <w:rPr>
                <w:rFonts w:ascii="Arial" w:hAnsi="Arial" w:cs="Arial"/>
                <w:sz w:val="20"/>
                <w:szCs w:val="20"/>
                <w:lang w:eastAsia="pl-PL"/>
              </w:rPr>
              <w:t>85.11.Z</w:t>
            </w:r>
          </w:p>
        </w:tc>
      </w:tr>
      <w:tr w:rsidR="00AB1034" w:rsidRPr="00F07264" w:rsidTr="00865852">
        <w:trPr>
          <w:trHeight w:val="255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1034" w:rsidRPr="00865852" w:rsidRDefault="00AB1034" w:rsidP="0086585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1034" w:rsidRPr="00865852" w:rsidRDefault="00AB1034" w:rsidP="0086585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1034" w:rsidRPr="00865852" w:rsidRDefault="00AB1034" w:rsidP="0086585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1034" w:rsidRPr="00865852" w:rsidRDefault="00AB1034" w:rsidP="0086585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1034" w:rsidRPr="00865852" w:rsidRDefault="00AB1034" w:rsidP="0086585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1034" w:rsidRPr="00865852" w:rsidRDefault="00AB1034" w:rsidP="0086585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AB1034" w:rsidRPr="00F07264" w:rsidTr="00865852">
        <w:trPr>
          <w:trHeight w:val="255"/>
        </w:trPr>
        <w:tc>
          <w:tcPr>
            <w:tcW w:w="44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1034" w:rsidRPr="00865852" w:rsidRDefault="00AB1034" w:rsidP="0086585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1034" w:rsidRPr="00865852" w:rsidRDefault="00AB1034" w:rsidP="0086585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1034" w:rsidRPr="00865852" w:rsidRDefault="00AB1034" w:rsidP="0086585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1034" w:rsidRPr="00865852" w:rsidRDefault="00AB1034" w:rsidP="0086585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AB1034" w:rsidRPr="00F07264" w:rsidTr="00865852">
        <w:trPr>
          <w:trHeight w:val="255"/>
        </w:trPr>
        <w:tc>
          <w:tcPr>
            <w:tcW w:w="44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1034" w:rsidRPr="00865852" w:rsidRDefault="00AB1034" w:rsidP="0086585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65852">
              <w:rPr>
                <w:rFonts w:ascii="Arial" w:hAnsi="Arial" w:cs="Arial"/>
                <w:sz w:val="20"/>
                <w:szCs w:val="20"/>
                <w:lang w:eastAsia="pl-PL"/>
              </w:rPr>
              <w:t>Rok obrotowy (koniec)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1034" w:rsidRPr="00865852" w:rsidRDefault="00AB1034" w:rsidP="00865852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65852">
              <w:rPr>
                <w:rFonts w:ascii="Arial" w:hAnsi="Arial" w:cs="Arial"/>
                <w:sz w:val="20"/>
                <w:szCs w:val="20"/>
                <w:lang w:eastAsia="pl-PL"/>
              </w:rPr>
              <w:t>2005-12-31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1034" w:rsidRPr="00865852" w:rsidRDefault="00AB1034" w:rsidP="00865852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65852">
              <w:rPr>
                <w:rFonts w:ascii="Arial" w:hAnsi="Arial" w:cs="Arial"/>
                <w:sz w:val="20"/>
                <w:szCs w:val="20"/>
                <w:lang w:eastAsia="pl-PL"/>
              </w:rPr>
              <w:t>2006-12-31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1034" w:rsidRPr="00865852" w:rsidRDefault="00AB1034" w:rsidP="0086585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AB1034" w:rsidRPr="00F07264" w:rsidTr="00865852">
        <w:trPr>
          <w:trHeight w:val="255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1034" w:rsidRPr="00865852" w:rsidRDefault="00AB1034" w:rsidP="0086585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1034" w:rsidRPr="00865852" w:rsidRDefault="00AB1034" w:rsidP="0086585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1034" w:rsidRPr="00865852" w:rsidRDefault="00AB1034" w:rsidP="0086585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1034" w:rsidRPr="00865852" w:rsidRDefault="00AB1034" w:rsidP="0086585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1034" w:rsidRPr="00865852" w:rsidRDefault="00AB1034" w:rsidP="0086585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1034" w:rsidRPr="00865852" w:rsidRDefault="00AB1034" w:rsidP="0086585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AB1034" w:rsidRPr="00F07264" w:rsidTr="00865852">
        <w:trPr>
          <w:trHeight w:val="270"/>
        </w:trPr>
        <w:tc>
          <w:tcPr>
            <w:tcW w:w="4480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3366FF"/>
            <w:vAlign w:val="bottom"/>
          </w:tcPr>
          <w:p w:rsidR="00AB1034" w:rsidRPr="00865852" w:rsidRDefault="00AB1034" w:rsidP="00865852">
            <w:pPr>
              <w:spacing w:after="0" w:line="240" w:lineRule="auto"/>
              <w:rPr>
                <w:rFonts w:ascii="Arial" w:hAnsi="Arial" w:cs="Arial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65852">
              <w:rPr>
                <w:rFonts w:ascii="Arial" w:hAnsi="Arial" w:cs="Arial"/>
                <w:b/>
                <w:bCs/>
                <w:color w:val="FFFFFF"/>
                <w:sz w:val="20"/>
                <w:szCs w:val="20"/>
                <w:lang w:eastAsia="pl-PL"/>
              </w:rPr>
              <w:t>Przepływy operacyjne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3366FF"/>
            <w:vAlign w:val="bottom"/>
          </w:tcPr>
          <w:p w:rsidR="00AB1034" w:rsidRPr="00865852" w:rsidRDefault="00AB1034" w:rsidP="00865852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  <w:r w:rsidRPr="00865852"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eastAsia="pl-PL"/>
              </w:rPr>
              <w:t>-4979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3366FF"/>
            <w:vAlign w:val="bottom"/>
          </w:tcPr>
          <w:p w:rsidR="00AB1034" w:rsidRPr="00865852" w:rsidRDefault="00AB1034" w:rsidP="00865852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  <w:r w:rsidRPr="00865852"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eastAsia="pl-PL"/>
              </w:rPr>
              <w:t>-3757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1034" w:rsidRPr="00865852" w:rsidRDefault="00AB1034" w:rsidP="0086585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AB1034" w:rsidRPr="00F07264" w:rsidTr="00865852">
        <w:trPr>
          <w:trHeight w:val="270"/>
        </w:trPr>
        <w:tc>
          <w:tcPr>
            <w:tcW w:w="448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bottom"/>
          </w:tcPr>
          <w:p w:rsidR="00AB1034" w:rsidRPr="00865852" w:rsidRDefault="00AB1034" w:rsidP="0086585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65852">
              <w:rPr>
                <w:rFonts w:ascii="Arial" w:hAnsi="Arial" w:cs="Arial"/>
                <w:sz w:val="20"/>
                <w:szCs w:val="20"/>
                <w:lang w:eastAsia="pl-PL"/>
              </w:rPr>
              <w:t>w tym: amortyzacja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bottom"/>
          </w:tcPr>
          <w:p w:rsidR="00AB1034" w:rsidRPr="00865852" w:rsidRDefault="00AB1034" w:rsidP="00865852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65852">
              <w:rPr>
                <w:rFonts w:ascii="Arial" w:hAnsi="Arial" w:cs="Arial"/>
                <w:sz w:val="20"/>
                <w:szCs w:val="20"/>
                <w:lang w:eastAsia="pl-PL"/>
              </w:rPr>
              <w:t>4861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bottom"/>
          </w:tcPr>
          <w:p w:rsidR="00AB1034" w:rsidRPr="00865852" w:rsidRDefault="00AB1034" w:rsidP="00865852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65852">
              <w:rPr>
                <w:rFonts w:ascii="Arial" w:hAnsi="Arial" w:cs="Arial"/>
                <w:sz w:val="20"/>
                <w:szCs w:val="20"/>
                <w:lang w:eastAsia="pl-PL"/>
              </w:rPr>
              <w:t>6257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1034" w:rsidRPr="00865852" w:rsidRDefault="00AB1034" w:rsidP="0086585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AB1034" w:rsidRPr="00F07264" w:rsidTr="00865852">
        <w:trPr>
          <w:trHeight w:val="270"/>
        </w:trPr>
        <w:tc>
          <w:tcPr>
            <w:tcW w:w="448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bottom"/>
          </w:tcPr>
          <w:p w:rsidR="00AB1034" w:rsidRPr="00865852" w:rsidRDefault="00AB1034" w:rsidP="0086585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65852">
              <w:rPr>
                <w:rFonts w:ascii="Arial" w:hAnsi="Arial" w:cs="Arial"/>
                <w:sz w:val="20"/>
                <w:szCs w:val="20"/>
                <w:lang w:eastAsia="pl-PL"/>
              </w:rPr>
              <w:t>Przepływy inwestycyjne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bottom"/>
          </w:tcPr>
          <w:p w:rsidR="00AB1034" w:rsidRPr="00865852" w:rsidRDefault="00AB1034" w:rsidP="00865852">
            <w:pPr>
              <w:spacing w:after="0" w:line="240" w:lineRule="auto"/>
              <w:jc w:val="right"/>
              <w:rPr>
                <w:rFonts w:ascii="Arial" w:hAnsi="Arial" w:cs="Arial"/>
                <w:color w:val="FF0000"/>
                <w:sz w:val="20"/>
                <w:szCs w:val="20"/>
                <w:lang w:eastAsia="pl-PL"/>
              </w:rPr>
            </w:pPr>
            <w:r w:rsidRPr="00865852">
              <w:rPr>
                <w:rFonts w:ascii="Arial" w:hAnsi="Arial" w:cs="Arial"/>
                <w:color w:val="FF0000"/>
                <w:sz w:val="20"/>
                <w:szCs w:val="20"/>
                <w:lang w:eastAsia="pl-PL"/>
              </w:rPr>
              <w:t>-624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bottom"/>
          </w:tcPr>
          <w:p w:rsidR="00AB1034" w:rsidRPr="00865852" w:rsidRDefault="00AB1034" w:rsidP="00865852">
            <w:pPr>
              <w:spacing w:after="0" w:line="240" w:lineRule="auto"/>
              <w:jc w:val="right"/>
              <w:rPr>
                <w:rFonts w:ascii="Arial" w:hAnsi="Arial" w:cs="Arial"/>
                <w:color w:val="FF0000"/>
                <w:sz w:val="20"/>
                <w:szCs w:val="20"/>
                <w:lang w:eastAsia="pl-PL"/>
              </w:rPr>
            </w:pPr>
            <w:r w:rsidRPr="00865852">
              <w:rPr>
                <w:rFonts w:ascii="Arial" w:hAnsi="Arial" w:cs="Arial"/>
                <w:color w:val="FF0000"/>
                <w:sz w:val="20"/>
                <w:szCs w:val="20"/>
                <w:lang w:eastAsia="pl-PL"/>
              </w:rPr>
              <w:t>-3068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1034" w:rsidRPr="00865852" w:rsidRDefault="00AB1034" w:rsidP="0086585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AB1034" w:rsidRPr="00F07264" w:rsidTr="00865852">
        <w:trPr>
          <w:trHeight w:val="270"/>
        </w:trPr>
        <w:tc>
          <w:tcPr>
            <w:tcW w:w="448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bottom"/>
          </w:tcPr>
          <w:p w:rsidR="00AB1034" w:rsidRPr="00865852" w:rsidRDefault="00AB1034" w:rsidP="0086585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65852">
              <w:rPr>
                <w:rFonts w:ascii="Arial" w:hAnsi="Arial" w:cs="Arial"/>
                <w:sz w:val="20"/>
                <w:szCs w:val="20"/>
                <w:lang w:eastAsia="pl-PL"/>
              </w:rPr>
              <w:t>w tym: nabycie WNiP i aktywów trwałych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bottom"/>
          </w:tcPr>
          <w:p w:rsidR="00AB1034" w:rsidRPr="00865852" w:rsidRDefault="00AB1034" w:rsidP="00865852">
            <w:pPr>
              <w:spacing w:after="0" w:line="240" w:lineRule="auto"/>
              <w:jc w:val="right"/>
              <w:rPr>
                <w:rFonts w:ascii="Arial" w:hAnsi="Arial" w:cs="Arial"/>
                <w:color w:val="FF0000"/>
                <w:sz w:val="20"/>
                <w:szCs w:val="20"/>
                <w:lang w:eastAsia="pl-PL"/>
              </w:rPr>
            </w:pPr>
            <w:r w:rsidRPr="00865852">
              <w:rPr>
                <w:rFonts w:ascii="Arial" w:hAnsi="Arial" w:cs="Arial"/>
                <w:color w:val="FF0000"/>
                <w:sz w:val="20"/>
                <w:szCs w:val="20"/>
                <w:lang w:eastAsia="pl-PL"/>
              </w:rPr>
              <w:t>-624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bottom"/>
          </w:tcPr>
          <w:p w:rsidR="00AB1034" w:rsidRPr="00865852" w:rsidRDefault="00AB1034" w:rsidP="00865852">
            <w:pPr>
              <w:spacing w:after="0" w:line="240" w:lineRule="auto"/>
              <w:jc w:val="right"/>
              <w:rPr>
                <w:rFonts w:ascii="Arial" w:hAnsi="Arial" w:cs="Arial"/>
                <w:color w:val="FF0000"/>
                <w:sz w:val="20"/>
                <w:szCs w:val="20"/>
                <w:lang w:eastAsia="pl-PL"/>
              </w:rPr>
            </w:pPr>
            <w:r w:rsidRPr="00865852">
              <w:rPr>
                <w:rFonts w:ascii="Arial" w:hAnsi="Arial" w:cs="Arial"/>
                <w:color w:val="FF0000"/>
                <w:sz w:val="20"/>
                <w:szCs w:val="20"/>
                <w:lang w:eastAsia="pl-PL"/>
              </w:rPr>
              <w:t>-3068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1034" w:rsidRPr="00865852" w:rsidRDefault="00AB1034" w:rsidP="0086585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AB1034" w:rsidRPr="00F07264" w:rsidTr="00865852">
        <w:trPr>
          <w:trHeight w:val="270"/>
        </w:trPr>
        <w:tc>
          <w:tcPr>
            <w:tcW w:w="448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bottom"/>
          </w:tcPr>
          <w:p w:rsidR="00AB1034" w:rsidRPr="00865852" w:rsidRDefault="00AB1034" w:rsidP="0086585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65852">
              <w:rPr>
                <w:rFonts w:ascii="Arial" w:hAnsi="Arial" w:cs="Arial"/>
                <w:sz w:val="20"/>
                <w:szCs w:val="20"/>
                <w:lang w:eastAsia="pl-PL"/>
              </w:rPr>
              <w:t>w tym: inwestycje w nieruchomości oraz WNiP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bottom"/>
          </w:tcPr>
          <w:p w:rsidR="00AB1034" w:rsidRPr="00865852" w:rsidRDefault="00AB1034" w:rsidP="00865852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65852">
              <w:rPr>
                <w:rFonts w:ascii="Arial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bottom"/>
          </w:tcPr>
          <w:p w:rsidR="00AB1034" w:rsidRPr="00865852" w:rsidRDefault="00AB1034" w:rsidP="00865852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65852">
              <w:rPr>
                <w:rFonts w:ascii="Arial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1034" w:rsidRPr="00865852" w:rsidRDefault="00AB1034" w:rsidP="0086585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AB1034" w:rsidRPr="00F07264" w:rsidTr="00865852">
        <w:trPr>
          <w:trHeight w:val="270"/>
        </w:trPr>
        <w:tc>
          <w:tcPr>
            <w:tcW w:w="448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bottom"/>
          </w:tcPr>
          <w:p w:rsidR="00AB1034" w:rsidRPr="00865852" w:rsidRDefault="00AB1034" w:rsidP="0086585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65852">
              <w:rPr>
                <w:rFonts w:ascii="Arial" w:hAnsi="Arial" w:cs="Arial"/>
                <w:sz w:val="20"/>
                <w:szCs w:val="20"/>
                <w:lang w:eastAsia="pl-PL"/>
              </w:rPr>
              <w:t>Przepływy finansowe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bottom"/>
          </w:tcPr>
          <w:p w:rsidR="00AB1034" w:rsidRPr="00865852" w:rsidRDefault="00AB1034" w:rsidP="00865852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65852">
              <w:rPr>
                <w:rFonts w:ascii="Arial" w:hAnsi="Arial" w:cs="Arial"/>
                <w:sz w:val="20"/>
                <w:szCs w:val="20"/>
                <w:lang w:eastAsia="pl-PL"/>
              </w:rPr>
              <w:t>5620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bottom"/>
          </w:tcPr>
          <w:p w:rsidR="00AB1034" w:rsidRPr="00865852" w:rsidRDefault="00AB1034" w:rsidP="00865852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65852">
              <w:rPr>
                <w:rFonts w:ascii="Arial" w:hAnsi="Arial" w:cs="Arial"/>
                <w:sz w:val="20"/>
                <w:szCs w:val="20"/>
                <w:lang w:eastAsia="pl-PL"/>
              </w:rPr>
              <w:t>6816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1034" w:rsidRPr="00865852" w:rsidRDefault="00AB1034" w:rsidP="0086585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AB1034" w:rsidRPr="00F07264" w:rsidTr="00865852">
        <w:trPr>
          <w:trHeight w:val="270"/>
        </w:trPr>
        <w:tc>
          <w:tcPr>
            <w:tcW w:w="448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000000" w:fill="3366FF"/>
            <w:vAlign w:val="bottom"/>
          </w:tcPr>
          <w:p w:rsidR="00AB1034" w:rsidRPr="00865852" w:rsidRDefault="00AB1034" w:rsidP="00865852">
            <w:pPr>
              <w:spacing w:after="0" w:line="240" w:lineRule="auto"/>
              <w:rPr>
                <w:rFonts w:ascii="Arial" w:hAnsi="Arial" w:cs="Arial"/>
                <w:color w:val="FFFFFF"/>
                <w:sz w:val="20"/>
                <w:szCs w:val="20"/>
                <w:lang w:eastAsia="pl-PL"/>
              </w:rPr>
            </w:pPr>
            <w:r w:rsidRPr="00865852">
              <w:rPr>
                <w:rFonts w:ascii="Arial" w:hAnsi="Arial" w:cs="Arial"/>
                <w:color w:val="FFFFFF"/>
                <w:sz w:val="20"/>
                <w:szCs w:val="20"/>
                <w:lang w:eastAsia="pl-PL"/>
              </w:rPr>
              <w:t>Przepływy netto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3366FF"/>
            <w:vAlign w:val="bottom"/>
          </w:tcPr>
          <w:p w:rsidR="00AB1034" w:rsidRPr="00865852" w:rsidRDefault="00AB1034" w:rsidP="00865852">
            <w:pPr>
              <w:spacing w:after="0" w:line="240" w:lineRule="auto"/>
              <w:jc w:val="right"/>
              <w:rPr>
                <w:rFonts w:ascii="Arial" w:hAnsi="Arial" w:cs="Arial"/>
                <w:color w:val="FFFFFF"/>
                <w:sz w:val="20"/>
                <w:szCs w:val="20"/>
                <w:lang w:eastAsia="pl-PL"/>
              </w:rPr>
            </w:pPr>
            <w:r w:rsidRPr="00865852">
              <w:rPr>
                <w:rFonts w:ascii="Arial" w:hAnsi="Arial" w:cs="Arial"/>
                <w:color w:val="FFFFFF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3366FF"/>
            <w:vAlign w:val="bottom"/>
          </w:tcPr>
          <w:p w:rsidR="00AB1034" w:rsidRPr="00865852" w:rsidRDefault="00AB1034" w:rsidP="00865852">
            <w:pPr>
              <w:spacing w:after="0" w:line="240" w:lineRule="auto"/>
              <w:jc w:val="right"/>
              <w:rPr>
                <w:rFonts w:ascii="Arial" w:hAnsi="Arial" w:cs="Arial"/>
                <w:color w:val="FF0000"/>
                <w:sz w:val="20"/>
                <w:szCs w:val="20"/>
                <w:lang w:eastAsia="pl-PL"/>
              </w:rPr>
            </w:pPr>
            <w:r w:rsidRPr="00865852">
              <w:rPr>
                <w:rFonts w:ascii="Arial" w:hAnsi="Arial" w:cs="Arial"/>
                <w:color w:val="FF0000"/>
                <w:sz w:val="20"/>
                <w:szCs w:val="20"/>
                <w:lang w:eastAsia="pl-PL"/>
              </w:rPr>
              <w:t>-9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1034" w:rsidRPr="00865852" w:rsidRDefault="00AB1034" w:rsidP="0086585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AB1034" w:rsidRPr="00F07264" w:rsidTr="00865852">
        <w:trPr>
          <w:trHeight w:val="270"/>
        </w:trPr>
        <w:tc>
          <w:tcPr>
            <w:tcW w:w="448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bottom"/>
          </w:tcPr>
          <w:p w:rsidR="00AB1034" w:rsidRPr="00865852" w:rsidRDefault="00AB1034" w:rsidP="0086585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65852">
              <w:rPr>
                <w:rFonts w:ascii="Arial" w:hAnsi="Arial" w:cs="Arial"/>
                <w:sz w:val="20"/>
                <w:szCs w:val="20"/>
                <w:lang w:eastAsia="pl-PL"/>
              </w:rPr>
              <w:t>Środki pieniężne z przeliczenia różnic kursowych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bottom"/>
          </w:tcPr>
          <w:p w:rsidR="00AB1034" w:rsidRPr="00865852" w:rsidRDefault="00AB1034" w:rsidP="00865852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65852">
              <w:rPr>
                <w:rFonts w:ascii="Arial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bottom"/>
          </w:tcPr>
          <w:p w:rsidR="00AB1034" w:rsidRPr="00865852" w:rsidRDefault="00AB1034" w:rsidP="00865852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65852">
              <w:rPr>
                <w:rFonts w:ascii="Arial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1034" w:rsidRPr="00865852" w:rsidRDefault="00AB1034" w:rsidP="0086585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AB1034" w:rsidRPr="00F07264" w:rsidTr="00865852">
        <w:trPr>
          <w:trHeight w:val="270"/>
        </w:trPr>
        <w:tc>
          <w:tcPr>
            <w:tcW w:w="448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bottom"/>
          </w:tcPr>
          <w:p w:rsidR="00AB1034" w:rsidRPr="00865852" w:rsidRDefault="00AB1034" w:rsidP="0086585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65852">
              <w:rPr>
                <w:rFonts w:ascii="Arial" w:hAnsi="Arial" w:cs="Arial"/>
                <w:sz w:val="20"/>
                <w:szCs w:val="20"/>
                <w:lang w:eastAsia="pl-PL"/>
              </w:rPr>
              <w:t>Środki pieniężne na początek okresu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bottom"/>
          </w:tcPr>
          <w:p w:rsidR="00AB1034" w:rsidRPr="00865852" w:rsidRDefault="00AB1034" w:rsidP="00865852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65852">
              <w:rPr>
                <w:rFonts w:ascii="Arial" w:hAnsi="Arial" w:cs="Arial"/>
                <w:sz w:val="20"/>
                <w:szCs w:val="20"/>
                <w:lang w:eastAsia="pl-PL"/>
              </w:rPr>
              <w:t>1360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bottom"/>
          </w:tcPr>
          <w:p w:rsidR="00AB1034" w:rsidRPr="00865852" w:rsidRDefault="00AB1034" w:rsidP="00865852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65852">
              <w:rPr>
                <w:rFonts w:ascii="Arial" w:hAnsi="Arial" w:cs="Arial"/>
                <w:sz w:val="20"/>
                <w:szCs w:val="20"/>
                <w:lang w:eastAsia="pl-PL"/>
              </w:rPr>
              <w:t>1377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1034" w:rsidRPr="00865852" w:rsidRDefault="00AB1034" w:rsidP="0086585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AB1034" w:rsidRPr="00F07264" w:rsidTr="00865852">
        <w:trPr>
          <w:trHeight w:val="270"/>
        </w:trPr>
        <w:tc>
          <w:tcPr>
            <w:tcW w:w="448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000000" w:fill="3366FF"/>
            <w:vAlign w:val="bottom"/>
          </w:tcPr>
          <w:p w:rsidR="00AB1034" w:rsidRPr="00865852" w:rsidRDefault="00AB1034" w:rsidP="00865852">
            <w:pPr>
              <w:spacing w:after="0" w:line="240" w:lineRule="auto"/>
              <w:rPr>
                <w:rFonts w:ascii="Arial" w:hAnsi="Arial" w:cs="Arial"/>
                <w:color w:val="FFFFFF"/>
                <w:sz w:val="20"/>
                <w:szCs w:val="20"/>
                <w:lang w:eastAsia="pl-PL"/>
              </w:rPr>
            </w:pPr>
            <w:r w:rsidRPr="00865852">
              <w:rPr>
                <w:rFonts w:ascii="Arial" w:hAnsi="Arial" w:cs="Arial"/>
                <w:color w:val="FFFFFF"/>
                <w:sz w:val="20"/>
                <w:szCs w:val="20"/>
                <w:lang w:eastAsia="pl-PL"/>
              </w:rPr>
              <w:t>Środki pieniężne na koniec okresu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3366FF"/>
            <w:vAlign w:val="bottom"/>
          </w:tcPr>
          <w:p w:rsidR="00AB1034" w:rsidRPr="00865852" w:rsidRDefault="00AB1034" w:rsidP="00865852">
            <w:pPr>
              <w:spacing w:after="0" w:line="240" w:lineRule="auto"/>
              <w:jc w:val="right"/>
              <w:rPr>
                <w:rFonts w:ascii="Arial" w:hAnsi="Arial" w:cs="Arial"/>
                <w:color w:val="FFFFFF"/>
                <w:sz w:val="20"/>
                <w:szCs w:val="20"/>
                <w:lang w:eastAsia="pl-PL"/>
              </w:rPr>
            </w:pPr>
            <w:r w:rsidRPr="00865852">
              <w:rPr>
                <w:rFonts w:ascii="Arial" w:hAnsi="Arial" w:cs="Arial"/>
                <w:color w:val="FFFFFF"/>
                <w:sz w:val="20"/>
                <w:szCs w:val="20"/>
                <w:lang w:eastAsia="pl-PL"/>
              </w:rPr>
              <w:t>1377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3366FF"/>
            <w:vAlign w:val="bottom"/>
          </w:tcPr>
          <w:p w:rsidR="00AB1034" w:rsidRPr="00865852" w:rsidRDefault="00AB1034" w:rsidP="00865852">
            <w:pPr>
              <w:spacing w:after="0" w:line="240" w:lineRule="auto"/>
              <w:jc w:val="right"/>
              <w:rPr>
                <w:rFonts w:ascii="Arial" w:hAnsi="Arial" w:cs="Arial"/>
                <w:color w:val="FFFFFF"/>
                <w:sz w:val="20"/>
                <w:szCs w:val="20"/>
                <w:lang w:eastAsia="pl-PL"/>
              </w:rPr>
            </w:pPr>
            <w:r w:rsidRPr="00865852">
              <w:rPr>
                <w:rFonts w:ascii="Arial" w:hAnsi="Arial" w:cs="Arial"/>
                <w:color w:val="FFFFFF"/>
                <w:sz w:val="20"/>
                <w:szCs w:val="20"/>
                <w:lang w:eastAsia="pl-PL"/>
              </w:rPr>
              <w:t>1368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1034" w:rsidRPr="00865852" w:rsidRDefault="00AB1034" w:rsidP="0086585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AB1034" w:rsidRPr="00F07264" w:rsidTr="00865852">
        <w:trPr>
          <w:trHeight w:val="255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1034" w:rsidRPr="00865852" w:rsidRDefault="00AB1034" w:rsidP="0086585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1034" w:rsidRPr="00865852" w:rsidRDefault="00AB1034" w:rsidP="0086585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1034" w:rsidRPr="00865852" w:rsidRDefault="00AB1034" w:rsidP="0086585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1034" w:rsidRPr="00865852" w:rsidRDefault="00AB1034" w:rsidP="0086585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1034" w:rsidRPr="00865852" w:rsidRDefault="00AB1034" w:rsidP="0086585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1034" w:rsidRPr="00865852" w:rsidRDefault="00AB1034" w:rsidP="0086585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AB1034" w:rsidRPr="00F07264" w:rsidTr="00865852">
        <w:trPr>
          <w:trHeight w:val="270"/>
        </w:trPr>
        <w:tc>
          <w:tcPr>
            <w:tcW w:w="7240" w:type="dxa"/>
            <w:gridSpan w:val="5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3366FF"/>
            <w:vAlign w:val="bottom"/>
          </w:tcPr>
          <w:p w:rsidR="00AB1034" w:rsidRPr="00865852" w:rsidRDefault="00AB1034" w:rsidP="00865852">
            <w:pPr>
              <w:spacing w:after="0" w:line="240" w:lineRule="auto"/>
              <w:rPr>
                <w:rFonts w:ascii="Arial" w:hAnsi="Arial" w:cs="Arial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65852">
              <w:rPr>
                <w:rFonts w:ascii="Arial" w:hAnsi="Arial" w:cs="Arial"/>
                <w:b/>
                <w:bCs/>
                <w:color w:val="FFFFFF"/>
                <w:sz w:val="20"/>
                <w:szCs w:val="20"/>
                <w:lang w:eastAsia="pl-PL"/>
              </w:rPr>
              <w:t>Podpisy: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1034" w:rsidRPr="00865852" w:rsidRDefault="00AB1034" w:rsidP="0086585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AB1034" w:rsidRPr="00F07264" w:rsidTr="00865852">
        <w:trPr>
          <w:trHeight w:val="270"/>
        </w:trPr>
        <w:tc>
          <w:tcPr>
            <w:tcW w:w="31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bottom"/>
          </w:tcPr>
          <w:p w:rsidR="00AB1034" w:rsidRPr="00865852" w:rsidRDefault="00AB1034" w:rsidP="0086585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65852">
              <w:rPr>
                <w:rFonts w:ascii="Arial" w:hAnsi="Arial" w:cs="Arial"/>
                <w:sz w:val="20"/>
                <w:szCs w:val="20"/>
                <w:lang w:eastAsia="pl-PL"/>
              </w:rPr>
              <w:t>Ryszard Stus</w:t>
            </w:r>
          </w:p>
        </w:tc>
        <w:tc>
          <w:tcPr>
            <w:tcW w:w="412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bottom"/>
          </w:tcPr>
          <w:p w:rsidR="00AB1034" w:rsidRPr="00865852" w:rsidRDefault="00AB1034" w:rsidP="0086585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65852">
              <w:rPr>
                <w:rFonts w:ascii="Arial" w:hAnsi="Arial" w:cs="Arial"/>
                <w:sz w:val="20"/>
                <w:szCs w:val="20"/>
                <w:lang w:eastAsia="pl-PL"/>
              </w:rPr>
              <w:t>Dyrektor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1034" w:rsidRPr="00865852" w:rsidRDefault="00AB1034" w:rsidP="0086585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AB1034" w:rsidRPr="00F07264" w:rsidTr="00865852">
        <w:trPr>
          <w:trHeight w:val="270"/>
        </w:trPr>
        <w:tc>
          <w:tcPr>
            <w:tcW w:w="31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bottom"/>
          </w:tcPr>
          <w:p w:rsidR="00AB1034" w:rsidRPr="00865852" w:rsidRDefault="00AB1034" w:rsidP="0086585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65852">
              <w:rPr>
                <w:rFonts w:ascii="Arial" w:hAnsi="Arial" w:cs="Arial"/>
                <w:sz w:val="20"/>
                <w:szCs w:val="20"/>
                <w:lang w:eastAsia="pl-PL"/>
              </w:rPr>
              <w:t>Leokadia Romanowska</w:t>
            </w:r>
          </w:p>
        </w:tc>
        <w:tc>
          <w:tcPr>
            <w:tcW w:w="412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bottom"/>
          </w:tcPr>
          <w:p w:rsidR="00AB1034" w:rsidRPr="00865852" w:rsidRDefault="00AB1034" w:rsidP="0086585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65852">
              <w:rPr>
                <w:rFonts w:ascii="Arial" w:hAnsi="Arial" w:cs="Arial"/>
                <w:sz w:val="20"/>
                <w:szCs w:val="20"/>
                <w:lang w:eastAsia="pl-PL"/>
              </w:rPr>
              <w:t>Główny księgowy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1034" w:rsidRPr="00865852" w:rsidRDefault="00AB1034" w:rsidP="0086585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AB1034" w:rsidRPr="00F07264" w:rsidTr="00865852">
        <w:trPr>
          <w:trHeight w:val="255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1034" w:rsidRPr="00865852" w:rsidRDefault="00AB1034" w:rsidP="0086585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1034" w:rsidRPr="00865852" w:rsidRDefault="00AB1034" w:rsidP="0086585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1034" w:rsidRPr="00865852" w:rsidRDefault="00AB1034" w:rsidP="0086585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1034" w:rsidRPr="00865852" w:rsidRDefault="00AB1034" w:rsidP="0086585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1034" w:rsidRPr="00865852" w:rsidRDefault="00AB1034" w:rsidP="0086585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1034" w:rsidRPr="00865852" w:rsidRDefault="00AB1034" w:rsidP="0086585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AB1034" w:rsidRPr="00F07264" w:rsidTr="00865852">
        <w:trPr>
          <w:trHeight w:val="270"/>
        </w:trPr>
        <w:tc>
          <w:tcPr>
            <w:tcW w:w="8480" w:type="dxa"/>
            <w:gridSpan w:val="6"/>
            <w:tcBorders>
              <w:top w:val="nil"/>
              <w:left w:val="nil"/>
              <w:bottom w:val="single" w:sz="8" w:space="0" w:color="000000"/>
              <w:right w:val="nil"/>
            </w:tcBorders>
            <w:vAlign w:val="bottom"/>
          </w:tcPr>
          <w:p w:rsidR="00AB1034" w:rsidRPr="00865852" w:rsidRDefault="00AB1034" w:rsidP="0086585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65852">
              <w:rPr>
                <w:rFonts w:ascii="Arial" w:hAnsi="Arial" w:cs="Arial"/>
                <w:sz w:val="20"/>
                <w:szCs w:val="20"/>
                <w:lang w:eastAsia="pl-PL"/>
              </w:rPr>
              <w:t>Pobrano z serwisu http://SprawdzBilans.pl</w:t>
            </w:r>
          </w:p>
        </w:tc>
      </w:tr>
    </w:tbl>
    <w:p w:rsidR="00AB1034" w:rsidRDefault="00AB1034"/>
    <w:sectPr w:rsidR="00AB1034" w:rsidSect="00F604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65852"/>
    <w:rsid w:val="001929EC"/>
    <w:rsid w:val="001B2738"/>
    <w:rsid w:val="002A6CDC"/>
    <w:rsid w:val="002F31E4"/>
    <w:rsid w:val="003F291C"/>
    <w:rsid w:val="00670071"/>
    <w:rsid w:val="0078305A"/>
    <w:rsid w:val="00865852"/>
    <w:rsid w:val="009114F6"/>
    <w:rsid w:val="00AB1034"/>
    <w:rsid w:val="00AF74CF"/>
    <w:rsid w:val="00BA65DD"/>
    <w:rsid w:val="00D83CA9"/>
    <w:rsid w:val="00F03E5F"/>
    <w:rsid w:val="00F07264"/>
    <w:rsid w:val="00F604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04FF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1"/>
    <w:uiPriority w:val="99"/>
    <w:qFormat/>
    <w:locked/>
    <w:rsid w:val="00BA65DD"/>
    <w:pPr>
      <w:keepNext/>
      <w:keepLines/>
      <w:spacing w:before="480" w:after="0"/>
      <w:outlineLvl w:val="0"/>
    </w:pPr>
    <w:rPr>
      <w:rFonts w:ascii="Cambria" w:hAnsi="Cambria"/>
      <w:b/>
      <w:color w:val="002060"/>
      <w:sz w:val="28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83CA9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Heading1Char1">
    <w:name w:val="Heading 1 Char1"/>
    <w:link w:val="Heading1"/>
    <w:uiPriority w:val="99"/>
    <w:locked/>
    <w:rsid w:val="00BA65DD"/>
    <w:rPr>
      <w:rFonts w:ascii="Cambria" w:hAnsi="Cambria"/>
      <w:b/>
      <w:color w:val="002060"/>
      <w:sz w:val="28"/>
      <w:lang w:val="pl-PL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4770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</TotalTime>
  <Pages>1</Pages>
  <Words>118</Words>
  <Characters>714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</dc:creator>
  <cp:keywords/>
  <dc:description/>
  <cp:lastModifiedBy>ola</cp:lastModifiedBy>
  <cp:revision>4</cp:revision>
  <dcterms:created xsi:type="dcterms:W3CDTF">2013-05-03T07:35:00Z</dcterms:created>
  <dcterms:modified xsi:type="dcterms:W3CDTF">2013-06-07T20:57:00Z</dcterms:modified>
</cp:coreProperties>
</file>